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E88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A889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DBE87F5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38D1">
        <w:rPr>
          <w:rFonts w:ascii="Corbel" w:hAnsi="Corbel"/>
          <w:i/>
          <w:smallCaps/>
          <w:sz w:val="24"/>
          <w:szCs w:val="24"/>
        </w:rPr>
        <w:t>2021–2024</w:t>
      </w:r>
    </w:p>
    <w:p w14:paraId="3172883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238D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6107" w14:textId="77777777" w:rsidR="0085747A" w:rsidRPr="009C54AE" w:rsidRDefault="00445970" w:rsidP="007E30B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C238D1">
        <w:rPr>
          <w:rFonts w:ascii="Corbel" w:hAnsi="Corbel"/>
          <w:sz w:val="20"/>
          <w:szCs w:val="20"/>
        </w:rPr>
        <w:t xml:space="preserve"> 202</w:t>
      </w:r>
      <w:r w:rsidR="007E30BB">
        <w:rPr>
          <w:rFonts w:ascii="Corbel" w:hAnsi="Corbel"/>
          <w:sz w:val="20"/>
          <w:szCs w:val="20"/>
        </w:rPr>
        <w:t>3</w:t>
      </w:r>
      <w:r w:rsidR="00C238D1">
        <w:rPr>
          <w:rFonts w:ascii="Corbel" w:hAnsi="Corbel"/>
          <w:sz w:val="20"/>
          <w:szCs w:val="20"/>
        </w:rPr>
        <w:t>/202</w:t>
      </w:r>
      <w:r w:rsidR="007E30BB">
        <w:rPr>
          <w:rFonts w:ascii="Corbel" w:hAnsi="Corbel"/>
          <w:sz w:val="20"/>
          <w:szCs w:val="20"/>
        </w:rPr>
        <w:t>4</w:t>
      </w:r>
    </w:p>
    <w:p w14:paraId="67F702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10627C" w14:textId="77777777" w:rsidTr="00B819C8">
        <w:tc>
          <w:tcPr>
            <w:tcW w:w="2694" w:type="dxa"/>
            <w:vAlign w:val="center"/>
          </w:tcPr>
          <w:p w14:paraId="0A18F1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FD075D" w14:textId="77777777" w:rsidR="0085747A" w:rsidRPr="00BB24BA" w:rsidRDefault="00E4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B24BA">
              <w:rPr>
                <w:rFonts w:ascii="Corbel" w:hAnsi="Corbel"/>
                <w:sz w:val="24"/>
                <w:szCs w:val="24"/>
              </w:rPr>
              <w:t>Współczesne koncepcje rozwoju pracy socjalnej</w:t>
            </w:r>
          </w:p>
        </w:tc>
      </w:tr>
      <w:tr w:rsidR="0085747A" w:rsidRPr="009C54AE" w14:paraId="21A4B81C" w14:textId="77777777" w:rsidTr="00B819C8">
        <w:tc>
          <w:tcPr>
            <w:tcW w:w="2694" w:type="dxa"/>
            <w:vAlign w:val="center"/>
          </w:tcPr>
          <w:p w14:paraId="3E9F17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63A458" w14:textId="77777777" w:rsidR="0085747A" w:rsidRPr="009C54AE" w:rsidRDefault="00E4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2585">
              <w:rPr>
                <w:rFonts w:ascii="Corbel" w:hAnsi="Corbel"/>
                <w:b w:val="0"/>
                <w:sz w:val="24"/>
                <w:szCs w:val="24"/>
              </w:rPr>
              <w:t>P1S[6]</w:t>
            </w:r>
            <w:r w:rsidR="00F93E9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E42585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85747A" w:rsidRPr="009C54AE" w14:paraId="4179D398" w14:textId="77777777" w:rsidTr="00B819C8">
        <w:tc>
          <w:tcPr>
            <w:tcW w:w="2694" w:type="dxa"/>
            <w:vAlign w:val="center"/>
          </w:tcPr>
          <w:p w14:paraId="4737D2A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9836C4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7E99D8F" w14:textId="77777777" w:rsidTr="00B819C8">
        <w:tc>
          <w:tcPr>
            <w:tcW w:w="2694" w:type="dxa"/>
            <w:vAlign w:val="center"/>
          </w:tcPr>
          <w:p w14:paraId="79B758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CF7C8B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71C08128" w14:textId="77777777" w:rsidTr="00B819C8">
        <w:tc>
          <w:tcPr>
            <w:tcW w:w="2694" w:type="dxa"/>
            <w:vAlign w:val="center"/>
          </w:tcPr>
          <w:p w14:paraId="584E78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48288" w14:textId="77777777" w:rsidR="0085747A" w:rsidRPr="009C54AE" w:rsidRDefault="009B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0DDE6DF2" w14:textId="77777777" w:rsidTr="00B819C8">
        <w:tc>
          <w:tcPr>
            <w:tcW w:w="2694" w:type="dxa"/>
            <w:vAlign w:val="center"/>
          </w:tcPr>
          <w:p w14:paraId="0127CF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3CE307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37C8E7E" w14:textId="77777777" w:rsidTr="00B819C8">
        <w:tc>
          <w:tcPr>
            <w:tcW w:w="2694" w:type="dxa"/>
            <w:vAlign w:val="center"/>
          </w:tcPr>
          <w:p w14:paraId="292C99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FF4EBE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CC1E88C" w14:textId="77777777" w:rsidTr="00B819C8">
        <w:tc>
          <w:tcPr>
            <w:tcW w:w="2694" w:type="dxa"/>
            <w:vAlign w:val="center"/>
          </w:tcPr>
          <w:p w14:paraId="2C7325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71B1E1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7BDF75" w14:textId="77777777" w:rsidTr="00B819C8">
        <w:tc>
          <w:tcPr>
            <w:tcW w:w="2694" w:type="dxa"/>
            <w:vAlign w:val="center"/>
          </w:tcPr>
          <w:p w14:paraId="5602F4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609689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88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F03CA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9B3C8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445D93F" w14:textId="77777777" w:rsidTr="00B819C8">
        <w:tc>
          <w:tcPr>
            <w:tcW w:w="2694" w:type="dxa"/>
            <w:vAlign w:val="center"/>
          </w:tcPr>
          <w:p w14:paraId="093875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047693" w14:textId="77777777" w:rsidR="0085747A" w:rsidRPr="009C54AE" w:rsidRDefault="009B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697D1E2B" w14:textId="77777777" w:rsidTr="00B819C8">
        <w:tc>
          <w:tcPr>
            <w:tcW w:w="2694" w:type="dxa"/>
            <w:vAlign w:val="center"/>
          </w:tcPr>
          <w:p w14:paraId="06ABF25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7C029E" w14:textId="77777777" w:rsidR="00923D7D" w:rsidRPr="009C54AE" w:rsidRDefault="00367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D3CCA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5A5B8AF8" w14:textId="77777777" w:rsidTr="00B819C8">
        <w:tc>
          <w:tcPr>
            <w:tcW w:w="2694" w:type="dxa"/>
            <w:vAlign w:val="center"/>
          </w:tcPr>
          <w:p w14:paraId="7FFB4F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2039F0" w14:textId="77777777" w:rsidR="0085747A" w:rsidRPr="009C54AE" w:rsidRDefault="006D3C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401DFF1F" w14:textId="77777777" w:rsidTr="00B819C8">
        <w:tc>
          <w:tcPr>
            <w:tcW w:w="2694" w:type="dxa"/>
            <w:vAlign w:val="center"/>
          </w:tcPr>
          <w:p w14:paraId="04EF43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44027" w14:textId="77777777" w:rsidR="0085747A" w:rsidRPr="009C54AE" w:rsidRDefault="00367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59D111C4" w14:textId="77777777" w:rsidR="0085747A" w:rsidRPr="009C54AE" w:rsidRDefault="0085747A" w:rsidP="00C238D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4A36D4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A559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14C7F9" w14:textId="77777777" w:rsidTr="00C238D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E9E7" w14:textId="77777777" w:rsidR="00015B8F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12357C" w14:textId="77777777" w:rsidR="00015B8F" w:rsidRPr="009C54AE" w:rsidRDefault="002B5EA0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A58C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BAFB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2831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C721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030D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6D4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CA31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9836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245C" w14:textId="77777777" w:rsidR="00015B8F" w:rsidRPr="009C54AE" w:rsidRDefault="00015B8F" w:rsidP="00C23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E9B100" w14:textId="77777777" w:rsidTr="00C238D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5A53" w14:textId="77777777" w:rsidR="00015B8F" w:rsidRPr="009C54AE" w:rsidRDefault="00305B92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E4D7" w14:textId="77777777" w:rsidR="00015B8F" w:rsidRPr="009C54AE" w:rsidRDefault="00305B92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D8E7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1D16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C8E7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460B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0511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1465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61DF" w14:textId="77777777" w:rsidR="00015B8F" w:rsidRPr="009C54AE" w:rsidRDefault="00015B8F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9987" w14:textId="77777777" w:rsidR="00015B8F" w:rsidRPr="009C54AE" w:rsidRDefault="00305B92" w:rsidP="00C23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3828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7614EE" w14:textId="77777777" w:rsidR="00C238D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10DE0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61DA56" w14:textId="77777777" w:rsidR="0085747A" w:rsidRPr="009C54AE" w:rsidRDefault="00C238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D026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101E74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2D7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EBC0BC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4DB9EC" w14:textId="77777777" w:rsidR="00C238D1" w:rsidRDefault="00C238D1" w:rsidP="00F93E99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</w:p>
    <w:p w14:paraId="7DE27377" w14:textId="77777777" w:rsidR="00F93E99" w:rsidRPr="00F93E99" w:rsidRDefault="00F93E99" w:rsidP="00F93E99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 w:rsidRPr="00F93E99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374892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8BF6162" w14:textId="77777777" w:rsidR="00C238D1" w:rsidRPr="009C54AE" w:rsidRDefault="00C238D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1B314F" w14:textId="77777777" w:rsidTr="00745302">
        <w:tc>
          <w:tcPr>
            <w:tcW w:w="9670" w:type="dxa"/>
          </w:tcPr>
          <w:p w14:paraId="4107C4F1" w14:textId="77777777" w:rsidR="0085747A" w:rsidRPr="009C54AE" w:rsidRDefault="00241DA1" w:rsidP="000164D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przedmiotów: </w:t>
            </w:r>
            <w:r w:rsidR="00BB2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pracy socjalnej</w:t>
            </w:r>
            <w:r w:rsidR="00BB2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BB2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Struktura i organizacja pomocy społecznej</w:t>
            </w:r>
            <w:r w:rsidR="00BB2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0164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83F82C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891FC0" w14:textId="77777777" w:rsidR="0085747A" w:rsidRPr="00C05F44" w:rsidRDefault="00C238D1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93F49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1A6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E7365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AC4F8C0" w14:textId="77777777" w:rsidTr="00DD026D">
        <w:tc>
          <w:tcPr>
            <w:tcW w:w="844" w:type="dxa"/>
            <w:vAlign w:val="center"/>
          </w:tcPr>
          <w:p w14:paraId="0A1C90F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4F1C952" w14:textId="77777777" w:rsidR="0085747A" w:rsidRPr="009C54AE" w:rsidRDefault="00DD02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w zakresie 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>aktualnych koncepcji rozwoju pracy socjalnej.</w:t>
            </w:r>
          </w:p>
        </w:tc>
      </w:tr>
      <w:tr w:rsidR="0085747A" w:rsidRPr="009C54AE" w14:paraId="20FB9D2E" w14:textId="77777777" w:rsidTr="00DD026D">
        <w:tc>
          <w:tcPr>
            <w:tcW w:w="844" w:type="dxa"/>
            <w:vAlign w:val="center"/>
          </w:tcPr>
          <w:p w14:paraId="0187ACCE" w14:textId="77777777" w:rsidR="0085747A" w:rsidRPr="009C54AE" w:rsidRDefault="00DD026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4CFD0026" w14:textId="77777777" w:rsidR="0085747A" w:rsidRPr="009C54AE" w:rsidRDefault="00DD02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rozumienia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 xml:space="preserve"> przemian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jakim podlega </w:t>
            </w:r>
            <w:r w:rsidR="00A535B8">
              <w:rPr>
                <w:rFonts w:ascii="Corbel" w:hAnsi="Corbel"/>
                <w:b w:val="0"/>
                <w:sz w:val="24"/>
                <w:szCs w:val="24"/>
              </w:rPr>
              <w:t>praca socjalna.</w:t>
            </w:r>
          </w:p>
        </w:tc>
      </w:tr>
      <w:tr w:rsidR="00A535B8" w:rsidRPr="009C54AE" w14:paraId="4105768B" w14:textId="77777777" w:rsidTr="00DD026D">
        <w:tc>
          <w:tcPr>
            <w:tcW w:w="844" w:type="dxa"/>
            <w:vAlign w:val="center"/>
          </w:tcPr>
          <w:p w14:paraId="6FC9B7D0" w14:textId="77777777" w:rsidR="00A535B8" w:rsidRPr="009C54AE" w:rsidRDefault="00A5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35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89D990E" w14:textId="77777777" w:rsidR="00A535B8" w:rsidRDefault="00A5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Wzbudzanie postawy otwartości do podejmowania nowych wyzwań zawodowych w obszarze pracy socjalnej.</w:t>
            </w:r>
          </w:p>
        </w:tc>
      </w:tr>
    </w:tbl>
    <w:p w14:paraId="09A17E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8948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A85C3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93E99" w:rsidRPr="00F93E99" w14:paraId="49A1C0B0" w14:textId="77777777" w:rsidTr="00FE19E9">
        <w:tc>
          <w:tcPr>
            <w:tcW w:w="1681" w:type="dxa"/>
            <w:vAlign w:val="center"/>
          </w:tcPr>
          <w:p w14:paraId="19E57495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3E99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2B63520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320BA8E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3E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3E99" w:rsidRPr="00F93E99" w14:paraId="3DDD8E00" w14:textId="77777777" w:rsidTr="00FE19E9">
        <w:tc>
          <w:tcPr>
            <w:tcW w:w="1681" w:type="dxa"/>
          </w:tcPr>
          <w:p w14:paraId="5D69F761" w14:textId="77777777"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</w:t>
            </w:r>
            <w:r w:rsidRPr="00F93E9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5441D1A" w14:textId="77777777"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Określa charakter pracy socjalnej jako dyscypliny naukowej i działalności praktycznej</w:t>
            </w:r>
            <w:r w:rsidR="00D423E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11D589E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F93E99" w:rsidRPr="00F93E99" w14:paraId="18463603" w14:textId="77777777" w:rsidTr="00FE19E9">
        <w:tc>
          <w:tcPr>
            <w:tcW w:w="1681" w:type="dxa"/>
          </w:tcPr>
          <w:p w14:paraId="779D5F5A" w14:textId="77777777"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B5FF93A" w14:textId="77777777"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Charakteryzuje proces przemian, jakim podlegała praca socjalna i jej koncepcja w różnych okresach historycznych</w:t>
            </w:r>
            <w:r w:rsidR="00D423E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BE917E3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F93E99" w:rsidRPr="00F93E99" w14:paraId="2FD27525" w14:textId="77777777" w:rsidTr="00FE19E9">
        <w:tc>
          <w:tcPr>
            <w:tcW w:w="1681" w:type="dxa"/>
          </w:tcPr>
          <w:p w14:paraId="5892BCB2" w14:textId="77777777"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105DEDEE" w14:textId="77777777"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Analizuje możliwości implementacji współczesnych modeli pracy socjalnej w rzeczywistości ogólnospołecznej</w:t>
            </w:r>
          </w:p>
        </w:tc>
        <w:tc>
          <w:tcPr>
            <w:tcW w:w="1865" w:type="dxa"/>
          </w:tcPr>
          <w:p w14:paraId="7E7D8133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F93E99" w:rsidRPr="00F93E99" w14:paraId="24016F94" w14:textId="77777777" w:rsidTr="00FE19E9">
        <w:tc>
          <w:tcPr>
            <w:tcW w:w="1681" w:type="dxa"/>
          </w:tcPr>
          <w:p w14:paraId="37E4CA68" w14:textId="77777777"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5F35D9F0" w14:textId="77777777"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="00D423EE">
              <w:rPr>
                <w:rFonts w:ascii="Corbel" w:hAnsi="Corbel"/>
                <w:sz w:val="24"/>
                <w:szCs w:val="24"/>
              </w:rPr>
              <w:t>ludzkie działania i ich konsekwencje</w:t>
            </w:r>
            <w:r w:rsidRPr="00F93E9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FF6A414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="00F93E99" w:rsidRPr="00F93E99" w14:paraId="2C0001EB" w14:textId="77777777" w:rsidTr="00FE19E9">
        <w:tc>
          <w:tcPr>
            <w:tcW w:w="1681" w:type="dxa"/>
          </w:tcPr>
          <w:p w14:paraId="66225236" w14:textId="77777777" w:rsidR="00F93E99" w:rsidRPr="00F93E99" w:rsidRDefault="00F93E99" w:rsidP="00F93E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4DB8CC77" w14:textId="77777777" w:rsidR="00F93E99" w:rsidRPr="00F93E99" w:rsidRDefault="00F93E99" w:rsidP="00F93E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 xml:space="preserve">W oparciu o nowe koncepcje pracy socjalnej, proponuje różne możliwości rozwiazywania lokalnych problemów społecznych </w:t>
            </w:r>
          </w:p>
        </w:tc>
        <w:tc>
          <w:tcPr>
            <w:tcW w:w="1865" w:type="dxa"/>
          </w:tcPr>
          <w:p w14:paraId="4588CBD2" w14:textId="77777777" w:rsidR="00F93E99" w:rsidRPr="00F93E99" w:rsidRDefault="00F93E99" w:rsidP="00F93E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E9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7566AEB" w14:textId="77777777" w:rsidR="00F93E99" w:rsidRPr="009C54AE" w:rsidRDefault="00F93E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064F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C3EC0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BC9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63EF" w14:paraId="1E70251E" w14:textId="77777777" w:rsidTr="00764785">
        <w:tc>
          <w:tcPr>
            <w:tcW w:w="9520" w:type="dxa"/>
          </w:tcPr>
          <w:p w14:paraId="4256FE8C" w14:textId="77777777" w:rsidR="0085747A" w:rsidRPr="000963EF" w:rsidRDefault="0085747A" w:rsidP="000963EF">
            <w:pPr>
              <w:rPr>
                <w:rFonts w:ascii="Corbel" w:hAnsi="Corbel"/>
                <w:sz w:val="24"/>
                <w:szCs w:val="24"/>
              </w:rPr>
            </w:pPr>
            <w:bookmarkStart w:id="0" w:name="_Hlk82360421"/>
            <w:r w:rsidRPr="000963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963EF" w14:paraId="4A582938" w14:textId="77777777" w:rsidTr="00764785">
        <w:tc>
          <w:tcPr>
            <w:tcW w:w="9520" w:type="dxa"/>
          </w:tcPr>
          <w:p w14:paraId="4F4CA4B9" w14:textId="77777777" w:rsidR="0085747A" w:rsidRPr="000963EF" w:rsidRDefault="00C4645E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Od opieki do samopomocy – trendy rozwojowe pomocy społecznej w ujęciu historycznym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0963EF" w14:paraId="25CD1020" w14:textId="77777777" w:rsidTr="00764785">
        <w:tc>
          <w:tcPr>
            <w:tcW w:w="9520" w:type="dxa"/>
          </w:tcPr>
          <w:p w14:paraId="33322548" w14:textId="77777777" w:rsidR="0085747A" w:rsidRPr="000963EF" w:rsidRDefault="00C4645E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Kierunki i perspektywy rozwoju pracy socjalnej w Polsce i na świecie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0963EF" w14:paraId="11BA6933" w14:textId="77777777" w:rsidTr="00764785">
        <w:tc>
          <w:tcPr>
            <w:tcW w:w="9520" w:type="dxa"/>
          </w:tcPr>
          <w:p w14:paraId="46F074B7" w14:textId="77777777" w:rsidR="0085747A" w:rsidRPr="000963EF" w:rsidRDefault="00C4645E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Status i role zawodowe pracownika socjalnego – w kierunku profesjonalizacji zawodu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645E" w:rsidRPr="000963EF" w14:paraId="58BE5CE5" w14:textId="77777777" w:rsidTr="00764785">
        <w:tc>
          <w:tcPr>
            <w:tcW w:w="9520" w:type="dxa"/>
          </w:tcPr>
          <w:p w14:paraId="37627F67" w14:textId="77777777" w:rsidR="00C4645E" w:rsidRPr="000963EF" w:rsidRDefault="00C4645E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Wyzwania pracy socjalnej w kontekście zmian współczesnych społeczeństw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645E" w:rsidRPr="000963EF" w14:paraId="5A1F7B1B" w14:textId="77777777" w:rsidTr="00764785">
        <w:tc>
          <w:tcPr>
            <w:tcW w:w="9520" w:type="dxa"/>
          </w:tcPr>
          <w:p w14:paraId="19FEAC2A" w14:textId="77777777" w:rsidR="00C4645E" w:rsidRPr="000963EF" w:rsidRDefault="00C4645E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Nowe modele i instrumenty zarządzania lokalną polityką społeczną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645E" w:rsidRPr="000963EF" w14:paraId="3BCCC7F0" w14:textId="77777777" w:rsidTr="00764785">
        <w:tc>
          <w:tcPr>
            <w:tcW w:w="9520" w:type="dxa"/>
          </w:tcPr>
          <w:p w14:paraId="04C2AF53" w14:textId="77777777" w:rsidR="00C4645E" w:rsidRPr="000963EF" w:rsidRDefault="003B45D9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Organizowanie społeczności lokalnej jako nowy model pracy środowiskowej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645E" w:rsidRPr="000963EF" w14:paraId="550D5B07" w14:textId="77777777" w:rsidTr="00764785">
        <w:tc>
          <w:tcPr>
            <w:tcW w:w="9520" w:type="dxa"/>
          </w:tcPr>
          <w:p w14:paraId="3A1F1249" w14:textId="77777777" w:rsidR="00C4645E" w:rsidRPr="000963EF" w:rsidRDefault="003B45D9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Standaryzacja w pracy socjalnej: nowe metody i narzędzia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645E" w:rsidRPr="000963EF" w14:paraId="07B28562" w14:textId="77777777" w:rsidTr="00764785">
        <w:tc>
          <w:tcPr>
            <w:tcW w:w="9520" w:type="dxa"/>
          </w:tcPr>
          <w:p w14:paraId="7C69F395" w14:textId="77777777" w:rsidR="00C4645E" w:rsidRPr="000963EF" w:rsidRDefault="003B45D9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0963EF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0963E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963EF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0963EF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  <w:r w:rsidR="00436E0F" w:rsidRPr="000963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645E" w:rsidRPr="000963EF" w14:paraId="1F48B4A2" w14:textId="77777777" w:rsidTr="00764785">
        <w:tc>
          <w:tcPr>
            <w:tcW w:w="9520" w:type="dxa"/>
          </w:tcPr>
          <w:p w14:paraId="66B3A397" w14:textId="77777777" w:rsidR="003B45D9" w:rsidRPr="000963EF" w:rsidRDefault="003B45D9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14:paraId="1497D164" w14:textId="77777777" w:rsidR="00C4645E" w:rsidRPr="000963EF" w:rsidRDefault="003B45D9" w:rsidP="00D423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3EF">
              <w:rPr>
                <w:rFonts w:ascii="Corbel" w:hAnsi="Corbel"/>
                <w:sz w:val="24"/>
                <w:szCs w:val="24"/>
              </w:rPr>
              <w:t>społecznych. Kooperacja i współpraca.</w:t>
            </w:r>
          </w:p>
        </w:tc>
      </w:tr>
      <w:bookmarkEnd w:id="0"/>
    </w:tbl>
    <w:p w14:paraId="43467362" w14:textId="77777777" w:rsidR="00C238D1" w:rsidRPr="000963EF" w:rsidRDefault="00C238D1" w:rsidP="000963EF">
      <w:pPr>
        <w:rPr>
          <w:rFonts w:ascii="Corbel" w:hAnsi="Corbel"/>
          <w:sz w:val="24"/>
          <w:szCs w:val="24"/>
        </w:rPr>
      </w:pPr>
    </w:p>
    <w:p w14:paraId="00C549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AEDC1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78F76" w14:textId="77777777" w:rsidTr="00F93E99">
        <w:tc>
          <w:tcPr>
            <w:tcW w:w="9520" w:type="dxa"/>
          </w:tcPr>
          <w:p w14:paraId="6E3EBC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FB5815" w14:textId="77777777" w:rsidTr="00F93E99">
        <w:tc>
          <w:tcPr>
            <w:tcW w:w="9520" w:type="dxa"/>
          </w:tcPr>
          <w:p w14:paraId="3DD7A5AB" w14:textId="77777777" w:rsidR="0085747A" w:rsidRPr="009C54AE" w:rsidRDefault="00CF1166" w:rsidP="00C238D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96ED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6CE992" w14:textId="77777777" w:rsidR="00D423EE" w:rsidRDefault="00D423EE" w:rsidP="00F93E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C498F4F" w14:textId="77777777" w:rsidR="00D423EE" w:rsidRDefault="00D423EE" w:rsidP="00F93E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0B9A8C" w14:textId="77777777" w:rsidR="00D423EE" w:rsidRDefault="00D423EE" w:rsidP="00F93E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34C653" w14:textId="77777777" w:rsidR="0085747A" w:rsidRPr="009C54AE" w:rsidRDefault="009F4610" w:rsidP="00F93E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A93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3A4F7" w14:textId="77777777" w:rsidR="00E960BB" w:rsidRPr="00A906DB" w:rsidRDefault="003F7D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z prezentacją multimedialną. </w:t>
      </w:r>
      <w:r w:rsidR="00A906DB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7C64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1856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3CE0E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031F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A36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208D89" w14:textId="77777777" w:rsidTr="00767275">
        <w:tc>
          <w:tcPr>
            <w:tcW w:w="1962" w:type="dxa"/>
            <w:vAlign w:val="center"/>
          </w:tcPr>
          <w:p w14:paraId="3D93AF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CFF3E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CCCD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F8108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9F73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1FFD9FD" w14:textId="77777777" w:rsidTr="00767275">
        <w:tc>
          <w:tcPr>
            <w:tcW w:w="1962" w:type="dxa"/>
          </w:tcPr>
          <w:p w14:paraId="36E2AC25" w14:textId="77777777" w:rsidR="0085747A" w:rsidRPr="00D423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767275" w:rsidRPr="00D423E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441" w:type="dxa"/>
          </w:tcPr>
          <w:p w14:paraId="30F2C628" w14:textId="77777777" w:rsidR="0085747A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CA8C7A4" w14:textId="77777777" w:rsidR="0085747A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67275" w:rsidRPr="009C54AE" w14:paraId="2CF7E062" w14:textId="77777777" w:rsidTr="00767275">
        <w:tc>
          <w:tcPr>
            <w:tcW w:w="1962" w:type="dxa"/>
          </w:tcPr>
          <w:p w14:paraId="6F5A78AD" w14:textId="77777777" w:rsidR="00767275" w:rsidRPr="00D423EE" w:rsidRDefault="00767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CD486C5" w14:textId="77777777" w:rsidR="00767275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0433293" w14:textId="77777777" w:rsidR="00767275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67275" w:rsidRPr="009C54AE" w14:paraId="5F89A241" w14:textId="77777777" w:rsidTr="00767275">
        <w:tc>
          <w:tcPr>
            <w:tcW w:w="1962" w:type="dxa"/>
          </w:tcPr>
          <w:p w14:paraId="3C67E52C" w14:textId="77777777" w:rsidR="00767275" w:rsidRPr="00D423EE" w:rsidRDefault="00767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8CF9B7A" w14:textId="77777777" w:rsidR="00767275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F8C96FF" w14:textId="77777777" w:rsidR="00767275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67275" w:rsidRPr="009C54AE" w14:paraId="4A12CFB7" w14:textId="77777777" w:rsidTr="00767275">
        <w:tc>
          <w:tcPr>
            <w:tcW w:w="1962" w:type="dxa"/>
          </w:tcPr>
          <w:p w14:paraId="3E228DDA" w14:textId="77777777" w:rsidR="00767275" w:rsidRPr="00D423EE" w:rsidRDefault="00767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A8AFCC" w14:textId="77777777" w:rsidR="00767275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86D0984" w14:textId="77777777" w:rsidR="00767275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D8D" w:rsidRPr="009C54AE" w14:paraId="01FB49C8" w14:textId="77777777" w:rsidTr="00767275">
        <w:tc>
          <w:tcPr>
            <w:tcW w:w="1962" w:type="dxa"/>
          </w:tcPr>
          <w:p w14:paraId="4EB77340" w14:textId="77777777" w:rsidR="00860D8D" w:rsidRPr="00D423EE" w:rsidRDefault="00860D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ECD3AEF" w14:textId="77777777" w:rsidR="00860D8D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25AD71D" w14:textId="77777777" w:rsidR="00860D8D" w:rsidRPr="00D423EE" w:rsidRDefault="000932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23E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04A33C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052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59CB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33726E" w14:textId="77777777" w:rsidTr="00923D7D">
        <w:tc>
          <w:tcPr>
            <w:tcW w:w="9670" w:type="dxa"/>
          </w:tcPr>
          <w:p w14:paraId="7BEA30A8" w14:textId="77777777" w:rsidR="0085747A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uzyskanie pozytywnej oceny z egzaminu. </w:t>
            </w:r>
          </w:p>
          <w:p w14:paraId="625987CD" w14:textId="77777777"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   Ocena</w:t>
            </w:r>
          </w:p>
          <w:p w14:paraId="1FBBBD88" w14:textId="77777777"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 pkt.   2.0</w:t>
            </w:r>
          </w:p>
          <w:p w14:paraId="0062E021" w14:textId="77777777"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6-7 pkt.    3.0</w:t>
            </w:r>
          </w:p>
          <w:p w14:paraId="6C3CFDAB" w14:textId="77777777"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8-9 pkt.   3.5</w:t>
            </w:r>
          </w:p>
          <w:p w14:paraId="7ADC855A" w14:textId="77777777"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10-11 pkt.  4.0</w:t>
            </w:r>
          </w:p>
          <w:p w14:paraId="78F4BC10" w14:textId="77777777" w:rsidR="003F7DD1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12-13 pkt.  4,5</w:t>
            </w:r>
          </w:p>
          <w:p w14:paraId="5FDFA114" w14:textId="77777777" w:rsidR="0085747A" w:rsidRPr="009C54AE" w:rsidRDefault="003F7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pkt.  5.0</w:t>
            </w:r>
          </w:p>
        </w:tc>
      </w:tr>
    </w:tbl>
    <w:p w14:paraId="4DB9A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D271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626E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C771B45" w14:textId="77777777" w:rsidTr="003E1941">
        <w:tc>
          <w:tcPr>
            <w:tcW w:w="4962" w:type="dxa"/>
            <w:vAlign w:val="center"/>
          </w:tcPr>
          <w:p w14:paraId="054079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74A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C445391" w14:textId="77777777" w:rsidTr="00923D7D">
        <w:tc>
          <w:tcPr>
            <w:tcW w:w="4962" w:type="dxa"/>
          </w:tcPr>
          <w:p w14:paraId="205DE7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8902FC" w14:textId="77777777" w:rsidR="0085747A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71D93B4" w14:textId="77777777" w:rsidTr="00923D7D">
        <w:tc>
          <w:tcPr>
            <w:tcW w:w="4962" w:type="dxa"/>
          </w:tcPr>
          <w:p w14:paraId="0446A93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D728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2D4E31" w14:textId="77777777" w:rsidR="00C61DC5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2AA79FF" w14:textId="77777777" w:rsidTr="00923D7D">
        <w:tc>
          <w:tcPr>
            <w:tcW w:w="4962" w:type="dxa"/>
          </w:tcPr>
          <w:p w14:paraId="54B83B6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CCB9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E37273" w14:textId="77777777" w:rsidR="00C61DC5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713AA7B" w14:textId="77777777" w:rsidTr="00923D7D">
        <w:tc>
          <w:tcPr>
            <w:tcW w:w="4962" w:type="dxa"/>
          </w:tcPr>
          <w:p w14:paraId="41170B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C2B6021" w14:textId="77777777" w:rsidR="0085747A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2B9316" w14:textId="77777777" w:rsidTr="00923D7D">
        <w:tc>
          <w:tcPr>
            <w:tcW w:w="4962" w:type="dxa"/>
          </w:tcPr>
          <w:p w14:paraId="687FF80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A884C" w14:textId="77777777" w:rsidR="0085747A" w:rsidRPr="009C54AE" w:rsidRDefault="001F06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B6BE23" w14:textId="77777777" w:rsidR="0085747A" w:rsidRPr="00C238D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4"/>
        </w:rPr>
      </w:pPr>
      <w:r w:rsidRPr="00C238D1">
        <w:rPr>
          <w:rFonts w:ascii="Corbel" w:hAnsi="Corbel"/>
          <w:b w:val="0"/>
          <w:i/>
          <w:smallCaps w:val="0"/>
          <w:sz w:val="20"/>
          <w:szCs w:val="24"/>
        </w:rPr>
        <w:t xml:space="preserve">* </w:t>
      </w:r>
      <w:r w:rsidR="00C61DC5" w:rsidRPr="00C238D1">
        <w:rPr>
          <w:rFonts w:ascii="Corbel" w:hAnsi="Corbel"/>
          <w:b w:val="0"/>
          <w:i/>
          <w:smallCaps w:val="0"/>
          <w:sz w:val="20"/>
          <w:szCs w:val="24"/>
        </w:rPr>
        <w:t>Należy uwzględnić, że 1 pkt ECTS odpowiada 25-30 godzin całkowitego nakładu pracy studenta.</w:t>
      </w:r>
    </w:p>
    <w:p w14:paraId="33A90408" w14:textId="77777777" w:rsidR="0085747A" w:rsidRPr="00D423EE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0C6D0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0A71E0" w14:textId="77777777" w:rsidTr="0071620A">
        <w:trPr>
          <w:trHeight w:val="397"/>
        </w:trPr>
        <w:tc>
          <w:tcPr>
            <w:tcW w:w="3544" w:type="dxa"/>
          </w:tcPr>
          <w:p w14:paraId="55BFF3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FDCDCAB" w14:textId="77777777" w:rsidR="0085747A" w:rsidRPr="009C54AE" w:rsidRDefault="003624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3139A6" w14:textId="77777777" w:rsidTr="0071620A">
        <w:trPr>
          <w:trHeight w:val="397"/>
        </w:trPr>
        <w:tc>
          <w:tcPr>
            <w:tcW w:w="3544" w:type="dxa"/>
          </w:tcPr>
          <w:p w14:paraId="06BF6B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8AFDA2" w14:textId="77777777" w:rsidR="0085747A" w:rsidRPr="009C54AE" w:rsidRDefault="003624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7D4A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76FBF" w14:textId="77777777" w:rsidR="00D423EE" w:rsidRDefault="00D423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A69FB8" w14:textId="77777777" w:rsidR="00D423EE" w:rsidRDefault="00D423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4A2B8F" w14:textId="77777777" w:rsidR="00D423EE" w:rsidRDefault="00D423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76055D" w14:textId="77777777" w:rsidR="00D423EE" w:rsidRDefault="00D423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8705D" w14:textId="77777777" w:rsidR="00D423EE" w:rsidRDefault="00D423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BB86B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2CCA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61237" w14:paraId="29EFDED8" w14:textId="77777777" w:rsidTr="00D423EE">
        <w:trPr>
          <w:trHeight w:val="397"/>
        </w:trPr>
        <w:tc>
          <w:tcPr>
            <w:tcW w:w="9497" w:type="dxa"/>
          </w:tcPr>
          <w:p w14:paraId="28548E5E" w14:textId="77777777" w:rsidR="0085747A" w:rsidRPr="00E84029" w:rsidRDefault="0085747A" w:rsidP="006F49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54B45E6" w14:textId="77777777" w:rsidR="006F49CD" w:rsidRDefault="0036244D" w:rsidP="006F49CD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proofErr w:type="spellEnd"/>
            <w:r w:rsidR="000B52A4"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E911D4"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, Rymsza</w:t>
            </w:r>
            <w:r w:rsidR="000B52A4" w:rsidRPr="00E8402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E911D4"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0B52A4"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(2014). </w:t>
            </w:r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 lokalnej – metodyka pracy środowiskowej</w:t>
            </w:r>
            <w:r w:rsidR="006F49CD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6F49CD">
              <w:rPr>
                <w:rFonts w:ascii="Corbel" w:hAnsi="Corbel"/>
                <w:color w:val="000000"/>
                <w:sz w:val="24"/>
                <w:szCs w:val="24"/>
              </w:rPr>
              <w:t xml:space="preserve">: Instytut Spraw Publicznych. </w:t>
            </w:r>
            <w:r w:rsidR="001E6C72" w:rsidRPr="00E84029">
              <w:rPr>
                <w:rFonts w:ascii="Corbel" w:hAnsi="Corbel"/>
                <w:color w:val="000000"/>
                <w:sz w:val="24"/>
                <w:szCs w:val="24"/>
              </w:rPr>
              <w:t>Dostępne online:</w:t>
            </w:r>
            <w:r w:rsidR="006F49C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68297BB" w14:textId="56900389" w:rsidR="006F49CD" w:rsidRDefault="006F49CD" w:rsidP="006F49CD">
            <w:pPr>
              <w:spacing w:after="0" w:line="240" w:lineRule="auto"/>
              <w:ind w:left="577"/>
              <w:jc w:val="both"/>
              <w:rPr>
                <w:rFonts w:ascii="Corbel" w:hAnsi="Corbel"/>
                <w:sz w:val="24"/>
                <w:szCs w:val="24"/>
              </w:rPr>
            </w:pPr>
            <w:hyperlink r:id="rId11" w:history="1">
              <w:r w:rsidRPr="00F86937">
                <w:rPr>
                  <w:rStyle w:val="Hipercze"/>
                  <w:rFonts w:ascii="Corbel" w:hAnsi="Corbel"/>
                  <w:sz w:val="24"/>
                  <w:szCs w:val="24"/>
                </w:rPr>
                <w:t>http://www.osl.org.pl/wp-content/uploads/2014/09/Tryptyk-02_calosc-lekka.pdf</w:t>
              </w:r>
            </w:hyperlink>
          </w:p>
          <w:p w14:paraId="36B59BBA" w14:textId="2C711667" w:rsidR="006F49CD" w:rsidRDefault="0036244D" w:rsidP="006F49CD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Przywojska</w:t>
            </w:r>
            <w:proofErr w:type="spellEnd"/>
            <w:r w:rsidR="001E6C72" w:rsidRPr="00E8402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E911D4"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="001E6C72"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(2014). 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Nowe zarządzanie i </w:t>
            </w:r>
            <w:proofErr w:type="spellStart"/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>governance</w:t>
            </w:r>
            <w:proofErr w:type="spellEnd"/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 pracy socjalnej</w:t>
            </w:r>
            <w:r w:rsidR="006F49CD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6F49CD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E911D4"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="001E6C72" w:rsidRPr="00E84029">
              <w:rPr>
                <w:rFonts w:ascii="Corbel" w:hAnsi="Corbel"/>
                <w:sz w:val="24"/>
                <w:szCs w:val="24"/>
              </w:rPr>
              <w:t>Wyd. Centrum Ro</w:t>
            </w:r>
            <w:r w:rsidR="006F49CD">
              <w:rPr>
                <w:rFonts w:ascii="Corbel" w:hAnsi="Corbel"/>
                <w:sz w:val="24"/>
                <w:szCs w:val="24"/>
              </w:rPr>
              <w:t>z</w:t>
            </w:r>
            <w:r w:rsidR="001E6C72" w:rsidRPr="00E84029">
              <w:rPr>
                <w:rFonts w:ascii="Corbel" w:hAnsi="Corbel"/>
                <w:sz w:val="24"/>
                <w:szCs w:val="24"/>
              </w:rPr>
              <w:t>woju Zasobów Ludzkich.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 </w:t>
            </w:r>
            <w:r w:rsidR="001E6C72" w:rsidRPr="00E84029">
              <w:rPr>
                <w:rFonts w:ascii="Corbel" w:hAnsi="Corbel"/>
                <w:sz w:val="24"/>
                <w:szCs w:val="24"/>
              </w:rPr>
              <w:t xml:space="preserve">Dostępne online: </w:t>
            </w:r>
            <w:hyperlink r:id="rId12" w:history="1">
              <w:r w:rsidR="006F49CD" w:rsidRPr="00F86937">
                <w:rPr>
                  <w:rStyle w:val="Hipercze"/>
                  <w:rFonts w:ascii="Corbel" w:hAnsi="Corbel"/>
                  <w:bCs/>
                  <w:sz w:val="24"/>
                  <w:szCs w:val="24"/>
                </w:rPr>
                <w:t>Https://docplayer.pl/15817911-justyna-przywojska-nowe-zarzadzanie-i-governance-w-pracy-socjalnej.html</w:t>
              </w:r>
            </w:hyperlink>
          </w:p>
          <w:p w14:paraId="70A93E43" w14:textId="77777777" w:rsidR="006F49CD" w:rsidRPr="00E84029" w:rsidRDefault="006F49CD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Skowrońska,  A. red. (2018). </w:t>
            </w:r>
            <w:r w:rsidRPr="00E84029">
              <w:rPr>
                <w:rFonts w:ascii="Corbel" w:hAnsi="Corbel"/>
                <w:i/>
                <w:color w:val="000000"/>
                <w:sz w:val="24"/>
                <w:szCs w:val="24"/>
              </w:rPr>
              <w:t>Nowe kierunki i tendencje w organizacji i zarządzaniu pomocą społeczną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.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Centrum Rozwoju Zasobów Ludzkich. </w:t>
            </w:r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>Dostępne online:</w:t>
            </w:r>
          </w:p>
          <w:p w14:paraId="0975361A" w14:textId="05457176" w:rsidR="006F49CD" w:rsidRPr="006F49CD" w:rsidRDefault="006F49CD" w:rsidP="006F49CD">
            <w:pPr>
              <w:spacing w:after="0" w:line="240" w:lineRule="auto"/>
              <w:ind w:left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hyperlink r:id="rId13" w:history="1">
              <w:r w:rsidRPr="00E84029"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https://docplayer.pl/1218034-Nowe-kierunki-i-tendencje-w-organizacji-i-zarzadzaniu-pomoca-spoleczna.html</w:t>
              </w:r>
            </w:hyperlink>
            <w:r w:rsidRPr="00E8402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65E6BA51" w14:textId="77777777" w:rsidR="006F49CD" w:rsidRDefault="001E6C72" w:rsidP="006F49CD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sz w:val="24"/>
                <w:szCs w:val="24"/>
              </w:rPr>
              <w:t>Tomulewicz</w:t>
            </w:r>
            <w:proofErr w:type="spellEnd"/>
            <w:r w:rsidRPr="00E84029">
              <w:rPr>
                <w:rFonts w:ascii="Corbel" w:hAnsi="Corbel"/>
                <w:sz w:val="24"/>
                <w:szCs w:val="24"/>
              </w:rPr>
              <w:t xml:space="preserve">, A., Marek-Zborowska, B., Krzemień, A. (2021).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Modele kooperacji</w:t>
            </w:r>
            <w:r w:rsidR="009624B9" w:rsidRPr="00E84029">
              <w:rPr>
                <w:rFonts w:ascii="Corbel" w:hAnsi="Corbel"/>
                <w:i/>
                <w:sz w:val="24"/>
                <w:szCs w:val="24"/>
              </w:rPr>
              <w:t>. Księga rekomendacyjna</w:t>
            </w:r>
            <w:r w:rsidR="006F49C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="009624B9" w:rsidRPr="00E84029">
              <w:rPr>
                <w:rFonts w:ascii="Corbel" w:hAnsi="Corbel"/>
                <w:sz w:val="24"/>
                <w:szCs w:val="24"/>
              </w:rPr>
              <w:t xml:space="preserve"> Rzeszów-Toruń-Katowice</w:t>
            </w:r>
            <w:r w:rsidR="006F49CD">
              <w:rPr>
                <w:rFonts w:ascii="Corbel" w:hAnsi="Corbel"/>
                <w:sz w:val="24"/>
                <w:szCs w:val="24"/>
              </w:rPr>
              <w:t>: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Wyd. Regionalny Ośrodek Polityki Społecznej w Rzeszowie.</w:t>
            </w:r>
            <w:r w:rsidR="009624B9"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sz w:val="24"/>
                <w:szCs w:val="24"/>
              </w:rPr>
              <w:t>Dostępne online: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66FD9952" w14:textId="68F418B2" w:rsidR="001E6C72" w:rsidRPr="006F49CD" w:rsidRDefault="006F49CD" w:rsidP="006F49CD">
            <w:pPr>
              <w:spacing w:after="0" w:line="240" w:lineRule="auto"/>
              <w:ind w:left="57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hyperlink r:id="rId14" w:history="1">
              <w:r w:rsidRPr="00F86937">
                <w:rPr>
                  <w:rStyle w:val="Hipercze"/>
                  <w:rFonts w:ascii="Corbel" w:hAnsi="Corbel"/>
                  <w:sz w:val="24"/>
                  <w:szCs w:val="24"/>
                </w:rPr>
                <w:t>https://www.rops.torun.pl/pliki/kooperacja/modele/ksiega_rekomendacyjna.pdf</w:t>
              </w:r>
            </w:hyperlink>
          </w:p>
        </w:tc>
      </w:tr>
      <w:tr w:rsidR="0085747A" w:rsidRPr="00461237" w14:paraId="6267EC92" w14:textId="77777777" w:rsidTr="00D423EE">
        <w:trPr>
          <w:trHeight w:val="397"/>
        </w:trPr>
        <w:tc>
          <w:tcPr>
            <w:tcW w:w="9497" w:type="dxa"/>
          </w:tcPr>
          <w:p w14:paraId="7244C834" w14:textId="77777777" w:rsidR="0009325A" w:rsidRPr="00E84029" w:rsidRDefault="0085747A" w:rsidP="006F49C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141D914" w14:textId="0051A9A1" w:rsidR="006F49CD" w:rsidRDefault="0009325A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Kowalczyk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, </w:t>
            </w:r>
            <w:r w:rsidR="009624B9" w:rsidRPr="00E84029">
              <w:rPr>
                <w:rFonts w:ascii="Corbel" w:hAnsi="Corbel"/>
                <w:sz w:val="24"/>
                <w:szCs w:val="24"/>
              </w:rPr>
              <w:t>B.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, 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 (2014).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 xml:space="preserve">Pracownik socjalny w perspektywie </w:t>
            </w:r>
            <w:r w:rsidR="00A546D4" w:rsidRPr="00E84029">
              <w:rPr>
                <w:rFonts w:ascii="Corbel" w:hAnsi="Corbel"/>
                <w:i/>
                <w:sz w:val="24"/>
                <w:szCs w:val="24"/>
              </w:rPr>
              <w:t>zarządzającego procesem zmiany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84029">
              <w:rPr>
                <w:rFonts w:ascii="Corbel" w:hAnsi="Corbel"/>
                <w:sz w:val="24"/>
                <w:szCs w:val="24"/>
              </w:rPr>
              <w:t>Warszawa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: Centrum Rozwoju Zasobów Ludzkich. </w:t>
            </w:r>
            <w:r w:rsidR="006F49CD" w:rsidRPr="006F49CD">
              <w:rPr>
                <w:rFonts w:ascii="Corbel" w:hAnsi="Corbel"/>
                <w:sz w:val="24"/>
                <w:szCs w:val="24"/>
              </w:rPr>
              <w:t>Dostępne online:</w:t>
            </w:r>
          </w:p>
          <w:p w14:paraId="7886FEF1" w14:textId="563999F2" w:rsidR="0009325A" w:rsidRPr="00E84029" w:rsidRDefault="006F49CD" w:rsidP="006F49CD">
            <w:pPr>
              <w:spacing w:after="0" w:line="240" w:lineRule="auto"/>
              <w:ind w:left="577"/>
              <w:jc w:val="both"/>
              <w:rPr>
                <w:rFonts w:ascii="Corbel" w:hAnsi="Corbel"/>
                <w:sz w:val="24"/>
                <w:szCs w:val="24"/>
              </w:rPr>
            </w:pPr>
            <w:hyperlink r:id="rId15" w:history="1">
              <w:r w:rsidRPr="00F86937">
                <w:rPr>
                  <w:rStyle w:val="Hipercze"/>
                  <w:rFonts w:ascii="Corbel" w:hAnsi="Corbel"/>
                  <w:sz w:val="24"/>
                  <w:szCs w:val="24"/>
                </w:rPr>
                <w:t>https://docplayer.pl/2317160-Barbara-kowalczyk-jacek-kowalczyk-alina-karczewska-pracownik-socjalny-w-perspektywie-zarzadzajacego-procesem-zmiany.html</w:t>
              </w:r>
            </w:hyperlink>
            <w:r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</w:p>
          <w:p w14:paraId="2C9A39F1" w14:textId="77777777" w:rsidR="006F49CD" w:rsidRDefault="0009325A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sz w:val="24"/>
                <w:szCs w:val="24"/>
              </w:rPr>
              <w:t>Łojko</w:t>
            </w:r>
            <w:proofErr w:type="spellEnd"/>
            <w:r w:rsidR="00F35517"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, </w:t>
            </w:r>
            <w:r w:rsidR="00F35517" w:rsidRPr="00E84029">
              <w:rPr>
                <w:rFonts w:ascii="Corbel" w:hAnsi="Corbel"/>
                <w:sz w:val="24"/>
                <w:szCs w:val="24"/>
              </w:rPr>
              <w:t>M.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Pomoc społeczna wczoraj i dziś. Nowe wyzwania – stare problemy</w:t>
            </w:r>
            <w:r w:rsidR="006F49CD">
              <w:rPr>
                <w:rFonts w:ascii="Corbel" w:hAnsi="Corbel"/>
                <w:sz w:val="24"/>
                <w:szCs w:val="24"/>
              </w:rPr>
              <w:t>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Studia Ekonomiczne</w:t>
            </w:r>
            <w:r w:rsidRPr="00E84029">
              <w:rPr>
                <w:rFonts w:ascii="Corbel" w:hAnsi="Corbel"/>
                <w:sz w:val="24"/>
                <w:szCs w:val="24"/>
              </w:rPr>
              <w:t>, 179.</w:t>
            </w:r>
          </w:p>
          <w:p w14:paraId="47DA09FC" w14:textId="541E6214" w:rsidR="006F49CD" w:rsidRDefault="00F35517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>Łukasiewicz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>, A.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 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(2015).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Modelowy standard aktywnej integracji</w:t>
            </w:r>
            <w:r w:rsidR="006F49CD">
              <w:rPr>
                <w:rFonts w:ascii="Corbel" w:hAnsi="Corbel"/>
                <w:i/>
                <w:sz w:val="24"/>
                <w:szCs w:val="24"/>
              </w:rPr>
              <w:t>.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: </w:t>
            </w:r>
            <w:r w:rsidR="00A546D4" w:rsidRPr="00E84029">
              <w:rPr>
                <w:rFonts w:ascii="Corbel" w:hAnsi="Corbel"/>
                <w:sz w:val="24"/>
                <w:szCs w:val="24"/>
              </w:rPr>
              <w:t xml:space="preserve">Wyd. IMPORT. </w:t>
            </w:r>
          </w:p>
          <w:p w14:paraId="05858B40" w14:textId="77777777" w:rsidR="00F35517" w:rsidRDefault="00B3637F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 xml:space="preserve">Musioł </w:t>
            </w:r>
            <w:r w:rsidR="00C91A43" w:rsidRPr="00E84029">
              <w:rPr>
                <w:rFonts w:ascii="Corbel" w:hAnsi="Corbel"/>
                <w:sz w:val="24"/>
                <w:szCs w:val="24"/>
              </w:rPr>
              <w:t>, S</w:t>
            </w:r>
            <w:r w:rsidRPr="00E84029">
              <w:rPr>
                <w:rFonts w:ascii="Corbel" w:hAnsi="Corbel"/>
                <w:sz w:val="24"/>
                <w:szCs w:val="24"/>
              </w:rPr>
              <w:t>., Twardowska</w:t>
            </w:r>
            <w:r w:rsidR="00C91A43" w:rsidRPr="00E84029">
              <w:rPr>
                <w:rFonts w:ascii="Corbel" w:hAnsi="Corbel"/>
                <w:sz w:val="24"/>
                <w:szCs w:val="24"/>
              </w:rPr>
              <w:t>,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M.</w:t>
            </w:r>
            <w:r w:rsidR="006F49C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1A43" w:rsidRPr="00E84029">
              <w:rPr>
                <w:rFonts w:ascii="Corbel" w:hAnsi="Corbel"/>
                <w:sz w:val="24"/>
                <w:szCs w:val="24"/>
              </w:rPr>
              <w:t>(2011).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Profesjonalny pracownik socjalny – profesjonalne działanie na rzecz osób wykluczonych</w:t>
            </w:r>
            <w:r w:rsidRPr="00E84029">
              <w:rPr>
                <w:rFonts w:ascii="Corbel" w:hAnsi="Corbel"/>
                <w:sz w:val="24"/>
                <w:szCs w:val="24"/>
              </w:rPr>
              <w:t>. Warszawa</w:t>
            </w:r>
            <w:r w:rsidR="006F49CD">
              <w:rPr>
                <w:rFonts w:ascii="Corbel" w:hAnsi="Corbel"/>
                <w:sz w:val="24"/>
                <w:szCs w:val="24"/>
              </w:rPr>
              <w:t>:</w:t>
            </w:r>
            <w:r w:rsidR="00C91A43" w:rsidRPr="00E84029">
              <w:rPr>
                <w:rFonts w:ascii="Corbel" w:hAnsi="Corbel"/>
                <w:sz w:val="24"/>
                <w:szCs w:val="24"/>
              </w:rPr>
              <w:t xml:space="preserve"> Wyd. GARMOND.</w:t>
            </w:r>
          </w:p>
          <w:p w14:paraId="3E33F2A7" w14:textId="77777777" w:rsidR="006F49CD" w:rsidRPr="00E84029" w:rsidRDefault="006F49CD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E84029">
              <w:rPr>
                <w:rFonts w:ascii="Corbel" w:hAnsi="Corbel"/>
                <w:sz w:val="24"/>
                <w:szCs w:val="24"/>
              </w:rPr>
              <w:t xml:space="preserve">Skowrońska,  A. red.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Nowe ujęcia znanych problemów pomocy społecznej.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Centrum Rozwoju Zasobów Ludzkich. </w:t>
            </w:r>
            <w:r w:rsidRPr="00E84029">
              <w:rPr>
                <w:rFonts w:ascii="Corbel" w:hAnsi="Corbel"/>
                <w:sz w:val="24"/>
                <w:szCs w:val="24"/>
              </w:rPr>
              <w:t>Dostępne online:</w:t>
            </w:r>
          </w:p>
          <w:p w14:paraId="4E5C08D2" w14:textId="53C9C397" w:rsidR="006F49CD" w:rsidRPr="006F49CD" w:rsidRDefault="006F49CD" w:rsidP="006F49CD">
            <w:pPr>
              <w:spacing w:after="0" w:line="240" w:lineRule="auto"/>
              <w:ind w:left="577"/>
              <w:jc w:val="both"/>
              <w:rPr>
                <w:rFonts w:ascii="Corbel" w:hAnsi="Corbel"/>
                <w:color w:val="0000FF"/>
                <w:sz w:val="24"/>
                <w:szCs w:val="24"/>
                <w:u w:val="single"/>
              </w:rPr>
            </w:pPr>
            <w:hyperlink r:id="rId16" w:history="1">
              <w:r w:rsidRPr="00E84029">
                <w:rPr>
                  <w:rStyle w:val="Hipercze"/>
                  <w:rFonts w:ascii="Corbel" w:hAnsi="Corbel"/>
                  <w:sz w:val="24"/>
                  <w:szCs w:val="24"/>
                </w:rPr>
                <w:t>https://akademiarodziny.wzp.pl/wp-content/uploads/2018/11/Nowe-ujecia-znanych-problemow-pomocy-spolecznej.pdf</w:t>
              </w:r>
            </w:hyperlink>
          </w:p>
          <w:p w14:paraId="2EC8A4D3" w14:textId="7E61586F" w:rsidR="006F49CD" w:rsidRPr="006F49CD" w:rsidRDefault="006F49CD" w:rsidP="006F49CD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4029">
              <w:rPr>
                <w:rFonts w:ascii="Corbel" w:hAnsi="Corbel"/>
                <w:sz w:val="24"/>
                <w:szCs w:val="24"/>
              </w:rPr>
              <w:t>Szarfenberg</w:t>
            </w:r>
            <w:proofErr w:type="spellEnd"/>
            <w:r w:rsidRPr="00E84029">
              <w:rPr>
                <w:rFonts w:ascii="Corbel" w:hAnsi="Corbel"/>
                <w:sz w:val="24"/>
                <w:szCs w:val="24"/>
              </w:rPr>
              <w:t>, R., red.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E84029">
              <w:rPr>
                <w:rFonts w:ascii="Corbel" w:hAnsi="Corbel"/>
                <w:i/>
                <w:sz w:val="24"/>
                <w:szCs w:val="24"/>
              </w:rPr>
              <w:t>Krajowy Raport Badawczy. Pomoc i integracja społeczna wobec wybranych grup – diagnoza standaryzacji usług i modeli instytucji</w:t>
            </w:r>
            <w:r w:rsidRPr="00E84029">
              <w:rPr>
                <w:rFonts w:ascii="Corbel" w:hAnsi="Corbel"/>
                <w:sz w:val="24"/>
                <w:szCs w:val="24"/>
              </w:rPr>
              <w:t>.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E84029">
              <w:rPr>
                <w:rFonts w:ascii="Corbel" w:hAnsi="Corbel"/>
                <w:sz w:val="24"/>
                <w:szCs w:val="24"/>
              </w:rPr>
              <w:t xml:space="preserve"> Wyd. Wrzos.</w:t>
            </w:r>
          </w:p>
        </w:tc>
      </w:tr>
    </w:tbl>
    <w:p w14:paraId="47EB86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952C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473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238D1">
      <w:pgSz w:w="11906" w:h="16838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E5E78" w14:textId="77777777" w:rsidR="00287416" w:rsidRDefault="00287416" w:rsidP="00C16ABF">
      <w:pPr>
        <w:spacing w:after="0" w:line="240" w:lineRule="auto"/>
      </w:pPr>
      <w:r>
        <w:separator/>
      </w:r>
    </w:p>
  </w:endnote>
  <w:endnote w:type="continuationSeparator" w:id="0">
    <w:p w14:paraId="56F5068B" w14:textId="77777777" w:rsidR="00287416" w:rsidRDefault="002874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A7A97" w14:textId="77777777" w:rsidR="00287416" w:rsidRDefault="00287416" w:rsidP="00C16ABF">
      <w:pPr>
        <w:spacing w:after="0" w:line="240" w:lineRule="auto"/>
      </w:pPr>
      <w:r>
        <w:separator/>
      </w:r>
    </w:p>
  </w:footnote>
  <w:footnote w:type="continuationSeparator" w:id="0">
    <w:p w14:paraId="02EA36CB" w14:textId="77777777" w:rsidR="00287416" w:rsidRDefault="00287416" w:rsidP="00C16ABF">
      <w:pPr>
        <w:spacing w:after="0" w:line="240" w:lineRule="auto"/>
      </w:pPr>
      <w:r>
        <w:continuationSeparator/>
      </w:r>
    </w:p>
  </w:footnote>
  <w:footnote w:id="1">
    <w:p w14:paraId="3806E2BB" w14:textId="77777777" w:rsidR="00F93E99" w:rsidRDefault="00F93E99" w:rsidP="00F93E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332A"/>
    <w:multiLevelType w:val="hybridMultilevel"/>
    <w:tmpl w:val="F7D678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7334"/>
    <w:multiLevelType w:val="hybridMultilevel"/>
    <w:tmpl w:val="A4468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4DF"/>
    <w:rsid w:val="00022ECE"/>
    <w:rsid w:val="00042A51"/>
    <w:rsid w:val="00042D2E"/>
    <w:rsid w:val="00044C82"/>
    <w:rsid w:val="00070ED6"/>
    <w:rsid w:val="000742DC"/>
    <w:rsid w:val="00076183"/>
    <w:rsid w:val="00084C12"/>
    <w:rsid w:val="000923E7"/>
    <w:rsid w:val="0009325A"/>
    <w:rsid w:val="0009462C"/>
    <w:rsid w:val="00094B12"/>
    <w:rsid w:val="000963EF"/>
    <w:rsid w:val="00096C46"/>
    <w:rsid w:val="000A296F"/>
    <w:rsid w:val="000A2A28"/>
    <w:rsid w:val="000A3CDF"/>
    <w:rsid w:val="000B192D"/>
    <w:rsid w:val="000B28EE"/>
    <w:rsid w:val="000B3E37"/>
    <w:rsid w:val="000B52A4"/>
    <w:rsid w:val="000D04B0"/>
    <w:rsid w:val="000D23A0"/>
    <w:rsid w:val="000F1C57"/>
    <w:rsid w:val="000F5615"/>
    <w:rsid w:val="00124BFF"/>
    <w:rsid w:val="0012556A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67"/>
    <w:rsid w:val="001716C7"/>
    <w:rsid w:val="001718A7"/>
    <w:rsid w:val="001737CF"/>
    <w:rsid w:val="00176083"/>
    <w:rsid w:val="00192F37"/>
    <w:rsid w:val="001A70D2"/>
    <w:rsid w:val="001D657B"/>
    <w:rsid w:val="001D7B54"/>
    <w:rsid w:val="001E0209"/>
    <w:rsid w:val="001E6C72"/>
    <w:rsid w:val="001F06F3"/>
    <w:rsid w:val="001F2CA2"/>
    <w:rsid w:val="00204A26"/>
    <w:rsid w:val="002144C0"/>
    <w:rsid w:val="002145E9"/>
    <w:rsid w:val="0022477D"/>
    <w:rsid w:val="002278A9"/>
    <w:rsid w:val="002336F9"/>
    <w:rsid w:val="0024028F"/>
    <w:rsid w:val="00241DA1"/>
    <w:rsid w:val="00244ABC"/>
    <w:rsid w:val="00261615"/>
    <w:rsid w:val="00281FF2"/>
    <w:rsid w:val="002857DE"/>
    <w:rsid w:val="002861C0"/>
    <w:rsid w:val="002874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469"/>
    <w:rsid w:val="002D73D4"/>
    <w:rsid w:val="002F02A3"/>
    <w:rsid w:val="002F4ABE"/>
    <w:rsid w:val="003018BA"/>
    <w:rsid w:val="0030395F"/>
    <w:rsid w:val="00305B92"/>
    <w:rsid w:val="00305C92"/>
    <w:rsid w:val="003151C5"/>
    <w:rsid w:val="003343CF"/>
    <w:rsid w:val="00346FE9"/>
    <w:rsid w:val="0034759A"/>
    <w:rsid w:val="003503F6"/>
    <w:rsid w:val="003530DD"/>
    <w:rsid w:val="0036244D"/>
    <w:rsid w:val="00363F78"/>
    <w:rsid w:val="00367E08"/>
    <w:rsid w:val="00382350"/>
    <w:rsid w:val="003A0A5B"/>
    <w:rsid w:val="003A1176"/>
    <w:rsid w:val="003B45D9"/>
    <w:rsid w:val="003B67FA"/>
    <w:rsid w:val="003C0BAE"/>
    <w:rsid w:val="003D18A9"/>
    <w:rsid w:val="003D6CE2"/>
    <w:rsid w:val="003E1941"/>
    <w:rsid w:val="003E2FE6"/>
    <w:rsid w:val="003E49D5"/>
    <w:rsid w:val="003F205D"/>
    <w:rsid w:val="003F38C0"/>
    <w:rsid w:val="003F7DD1"/>
    <w:rsid w:val="00407F55"/>
    <w:rsid w:val="00414E3C"/>
    <w:rsid w:val="0042244A"/>
    <w:rsid w:val="0042745A"/>
    <w:rsid w:val="00431D5C"/>
    <w:rsid w:val="004339A8"/>
    <w:rsid w:val="004362C6"/>
    <w:rsid w:val="00436E0F"/>
    <w:rsid w:val="00437FA2"/>
    <w:rsid w:val="00445970"/>
    <w:rsid w:val="004612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2EB"/>
    <w:rsid w:val="00517C63"/>
    <w:rsid w:val="005363C4"/>
    <w:rsid w:val="00536BDE"/>
    <w:rsid w:val="00540F6C"/>
    <w:rsid w:val="00542B60"/>
    <w:rsid w:val="00543ACC"/>
    <w:rsid w:val="0056696D"/>
    <w:rsid w:val="005907EC"/>
    <w:rsid w:val="00592B58"/>
    <w:rsid w:val="0059484D"/>
    <w:rsid w:val="005A0855"/>
    <w:rsid w:val="005A133C"/>
    <w:rsid w:val="005A3196"/>
    <w:rsid w:val="005C080F"/>
    <w:rsid w:val="005C55E5"/>
    <w:rsid w:val="005C6872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CCA"/>
    <w:rsid w:val="006D6139"/>
    <w:rsid w:val="006E5D65"/>
    <w:rsid w:val="006F1282"/>
    <w:rsid w:val="006F1FBC"/>
    <w:rsid w:val="006F31E2"/>
    <w:rsid w:val="006F49C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785"/>
    <w:rsid w:val="00766FD4"/>
    <w:rsid w:val="0076727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0BB"/>
    <w:rsid w:val="007F4155"/>
    <w:rsid w:val="0081554D"/>
    <w:rsid w:val="0081707E"/>
    <w:rsid w:val="008449B3"/>
    <w:rsid w:val="008552A2"/>
    <w:rsid w:val="0085747A"/>
    <w:rsid w:val="00860D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B9"/>
    <w:rsid w:val="00997F14"/>
    <w:rsid w:val="009A78D9"/>
    <w:rsid w:val="009B3C8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35A"/>
    <w:rsid w:val="00A155EE"/>
    <w:rsid w:val="00A2245B"/>
    <w:rsid w:val="00A23775"/>
    <w:rsid w:val="00A30110"/>
    <w:rsid w:val="00A34C32"/>
    <w:rsid w:val="00A36899"/>
    <w:rsid w:val="00A371F6"/>
    <w:rsid w:val="00A43BF6"/>
    <w:rsid w:val="00A46741"/>
    <w:rsid w:val="00A5031D"/>
    <w:rsid w:val="00A535B8"/>
    <w:rsid w:val="00A53FA5"/>
    <w:rsid w:val="00A546D4"/>
    <w:rsid w:val="00A54817"/>
    <w:rsid w:val="00A601C8"/>
    <w:rsid w:val="00A60799"/>
    <w:rsid w:val="00A84C85"/>
    <w:rsid w:val="00A851FD"/>
    <w:rsid w:val="00A906D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0"/>
    <w:rsid w:val="00AF2C1E"/>
    <w:rsid w:val="00B06142"/>
    <w:rsid w:val="00B135B1"/>
    <w:rsid w:val="00B3130B"/>
    <w:rsid w:val="00B3411C"/>
    <w:rsid w:val="00B3637F"/>
    <w:rsid w:val="00B40ADB"/>
    <w:rsid w:val="00B43B77"/>
    <w:rsid w:val="00B43E80"/>
    <w:rsid w:val="00B45366"/>
    <w:rsid w:val="00B607DB"/>
    <w:rsid w:val="00B66529"/>
    <w:rsid w:val="00B75946"/>
    <w:rsid w:val="00B8056E"/>
    <w:rsid w:val="00B819C8"/>
    <w:rsid w:val="00B82308"/>
    <w:rsid w:val="00B90885"/>
    <w:rsid w:val="00BB24BA"/>
    <w:rsid w:val="00BB520A"/>
    <w:rsid w:val="00BD3869"/>
    <w:rsid w:val="00BD471B"/>
    <w:rsid w:val="00BD66E9"/>
    <w:rsid w:val="00BD6FF4"/>
    <w:rsid w:val="00BE5C21"/>
    <w:rsid w:val="00BF2C41"/>
    <w:rsid w:val="00BF43CB"/>
    <w:rsid w:val="00C058B4"/>
    <w:rsid w:val="00C05F44"/>
    <w:rsid w:val="00C131B5"/>
    <w:rsid w:val="00C16ABF"/>
    <w:rsid w:val="00C170AE"/>
    <w:rsid w:val="00C238D1"/>
    <w:rsid w:val="00C26CB7"/>
    <w:rsid w:val="00C324C1"/>
    <w:rsid w:val="00C36992"/>
    <w:rsid w:val="00C4645E"/>
    <w:rsid w:val="00C56036"/>
    <w:rsid w:val="00C61DC5"/>
    <w:rsid w:val="00C67E92"/>
    <w:rsid w:val="00C70A26"/>
    <w:rsid w:val="00C766DF"/>
    <w:rsid w:val="00C91A43"/>
    <w:rsid w:val="00C92802"/>
    <w:rsid w:val="00C94B98"/>
    <w:rsid w:val="00CA2B96"/>
    <w:rsid w:val="00CA5089"/>
    <w:rsid w:val="00CA56E5"/>
    <w:rsid w:val="00CD6897"/>
    <w:rsid w:val="00CE5BAC"/>
    <w:rsid w:val="00CF1166"/>
    <w:rsid w:val="00CF25BE"/>
    <w:rsid w:val="00CF78ED"/>
    <w:rsid w:val="00D02B25"/>
    <w:rsid w:val="00D02EBA"/>
    <w:rsid w:val="00D17C3C"/>
    <w:rsid w:val="00D26B2C"/>
    <w:rsid w:val="00D352C9"/>
    <w:rsid w:val="00D423EE"/>
    <w:rsid w:val="00D425B2"/>
    <w:rsid w:val="00D428D6"/>
    <w:rsid w:val="00D532E0"/>
    <w:rsid w:val="00D552B2"/>
    <w:rsid w:val="00D57B19"/>
    <w:rsid w:val="00D608D1"/>
    <w:rsid w:val="00D74119"/>
    <w:rsid w:val="00D8075B"/>
    <w:rsid w:val="00D8678B"/>
    <w:rsid w:val="00DA1AA4"/>
    <w:rsid w:val="00DA2114"/>
    <w:rsid w:val="00DD026D"/>
    <w:rsid w:val="00DE09C0"/>
    <w:rsid w:val="00DE4A14"/>
    <w:rsid w:val="00DF2CBB"/>
    <w:rsid w:val="00DF320D"/>
    <w:rsid w:val="00DF71C8"/>
    <w:rsid w:val="00E1028B"/>
    <w:rsid w:val="00E129B8"/>
    <w:rsid w:val="00E21E7D"/>
    <w:rsid w:val="00E22806"/>
    <w:rsid w:val="00E22FBC"/>
    <w:rsid w:val="00E24BF5"/>
    <w:rsid w:val="00E25338"/>
    <w:rsid w:val="00E33657"/>
    <w:rsid w:val="00E42585"/>
    <w:rsid w:val="00E4740A"/>
    <w:rsid w:val="00E51E44"/>
    <w:rsid w:val="00E55DB0"/>
    <w:rsid w:val="00E63348"/>
    <w:rsid w:val="00E742AA"/>
    <w:rsid w:val="00E77E88"/>
    <w:rsid w:val="00E8107D"/>
    <w:rsid w:val="00E84029"/>
    <w:rsid w:val="00E911D4"/>
    <w:rsid w:val="00E960BB"/>
    <w:rsid w:val="00EA2074"/>
    <w:rsid w:val="00EA4832"/>
    <w:rsid w:val="00EA4E9D"/>
    <w:rsid w:val="00EC4899"/>
    <w:rsid w:val="00ED03AB"/>
    <w:rsid w:val="00ED32D2"/>
    <w:rsid w:val="00ED5B15"/>
    <w:rsid w:val="00EE32DE"/>
    <w:rsid w:val="00EE5457"/>
    <w:rsid w:val="00F070AB"/>
    <w:rsid w:val="00F17567"/>
    <w:rsid w:val="00F27A7B"/>
    <w:rsid w:val="00F35517"/>
    <w:rsid w:val="00F526AF"/>
    <w:rsid w:val="00F617C3"/>
    <w:rsid w:val="00F7066B"/>
    <w:rsid w:val="00F83B28"/>
    <w:rsid w:val="00F93E9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EA2A"/>
  <w15:docId w15:val="{5FB2A801-5EB9-4AD1-823C-5726C0E2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11D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4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cplayer.pl/1218034-Nowe-kierunki-i-tendencje-w-organizacji-i-zarzadzaniu-pomoca-spoleczna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cplayer.pl/15817911-justyna-przywojska-nowe-zarzadzanie-i-governance-w-pracy-socjalnej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akademiarodziny.wzp.pl/wp-content/uploads/2018/11/Nowe-ujecia-znanych-problemow-pomocy-spolecznej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sl.org.pl/wp-content/uploads/2014/09/Tryptyk-02_calosc-lekka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ocplayer.pl/2317160-Barbara-kowalczyk-jacek-kowalczyk-alina-karczewska-pracownik-socjalny-w-perspektywie-zarzadzajacego-procesem-zmiany.htm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ps.torun.pl/pliki/kooperacja/modele/ksiega_rekomendacyjna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412CC-5E99-4119-AF7D-3473262D65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42BA3-7992-4E1F-9275-C54F9F1E0074}"/>
</file>

<file path=customXml/itemProps3.xml><?xml version="1.0" encoding="utf-8"?>
<ds:datastoreItem xmlns:ds="http://schemas.openxmlformats.org/officeDocument/2006/customXml" ds:itemID="{E06087F8-04CF-4084-9670-49AEEB670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A1D14F-5048-49E6-8A0F-BDFA1C33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4</Pages>
  <Words>1107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2021-09-18T19:38:00Z</dcterms:created>
  <dcterms:modified xsi:type="dcterms:W3CDTF">2021-09-20T10:47:00Z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